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CD09B" w14:textId="77777777" w:rsidR="00302193" w:rsidRDefault="008D248E">
      <w:r>
        <w:t>Name: ______________________________</w:t>
      </w:r>
      <w:r>
        <w:tab/>
      </w:r>
      <w:r>
        <w:tab/>
        <w:t>Period: ________</w:t>
      </w:r>
      <w:r>
        <w:tab/>
        <w:t>Date: _____________</w:t>
      </w:r>
    </w:p>
    <w:p w14:paraId="385BD321" w14:textId="77777777" w:rsidR="008D248E" w:rsidRDefault="008D248E"/>
    <w:p w14:paraId="35BF668A" w14:textId="77777777" w:rsidR="008D248E" w:rsidRPr="008D248E" w:rsidRDefault="00A24B1F" w:rsidP="008D248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Chemical and Physical Properties Lab</w:t>
      </w:r>
    </w:p>
    <w:p w14:paraId="0ACD95E7" w14:textId="77777777" w:rsidR="008D248E" w:rsidRDefault="008D248E"/>
    <w:p w14:paraId="0BFC6343" w14:textId="77777777" w:rsidR="00A24B1F" w:rsidRPr="00A24B1F" w:rsidRDefault="00A24B1F" w:rsidP="00A24B1F">
      <w:pPr>
        <w:rPr>
          <w:rFonts w:ascii="Calibri" w:eastAsia="Times New Roman" w:hAnsi="Calibri" w:cs="Times New Roman"/>
          <w:b/>
          <w:u w:val="single"/>
        </w:rPr>
      </w:pPr>
      <w:r w:rsidRPr="00A24B1F">
        <w:rPr>
          <w:rFonts w:ascii="Calibri" w:eastAsia="Times New Roman" w:hAnsi="Calibri" w:cs="Times New Roman"/>
          <w:b/>
          <w:u w:val="single"/>
        </w:rPr>
        <w:t>Purpose</w:t>
      </w:r>
    </w:p>
    <w:p w14:paraId="6C78B87C" w14:textId="77777777" w:rsidR="00A24B1F" w:rsidRPr="00A24B1F" w:rsidRDefault="00A24B1F" w:rsidP="00A24B1F">
      <w:p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The purpose of this lab is to identify as many physical and chemical properties as possible in 30 minutes for the samples of matter provided.</w:t>
      </w:r>
    </w:p>
    <w:p w14:paraId="6E4A6142" w14:textId="77777777" w:rsidR="00A24B1F" w:rsidRPr="00A24B1F" w:rsidRDefault="00A24B1F" w:rsidP="00A24B1F">
      <w:pPr>
        <w:rPr>
          <w:rFonts w:ascii="Calibri" w:eastAsia="Times New Roman" w:hAnsi="Calibri" w:cs="Times New Roman"/>
        </w:rPr>
      </w:pPr>
    </w:p>
    <w:p w14:paraId="368216B1" w14:textId="77777777" w:rsidR="00A24B1F" w:rsidRPr="00A24B1F" w:rsidRDefault="00A24B1F" w:rsidP="00A24B1F">
      <w:pPr>
        <w:rPr>
          <w:rFonts w:ascii="Calibri" w:eastAsia="Times New Roman" w:hAnsi="Calibri" w:cs="Times New Roman"/>
          <w:b/>
          <w:u w:val="single"/>
        </w:rPr>
      </w:pPr>
      <w:r w:rsidRPr="00A24B1F">
        <w:rPr>
          <w:rFonts w:ascii="Calibri" w:eastAsia="Times New Roman" w:hAnsi="Calibri" w:cs="Times New Roman"/>
          <w:b/>
          <w:u w:val="single"/>
        </w:rPr>
        <w:t>Materials</w:t>
      </w:r>
    </w:p>
    <w:p w14:paraId="37AD4590" w14:textId="77777777" w:rsidR="00A24B1F" w:rsidRPr="00A24B1F" w:rsidRDefault="00A24B1F" w:rsidP="00A24B1F">
      <w:pPr>
        <w:rPr>
          <w:rFonts w:ascii="Calibri" w:eastAsia="Times New Roman" w:hAnsi="Calibri" w:cs="Times New Roman"/>
          <w:i/>
        </w:rPr>
        <w:sectPr w:rsidR="00A24B1F" w:rsidRPr="00A24B1F" w:rsidSect="008D248E"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0D52872C" w14:textId="77777777" w:rsidR="00A24B1F" w:rsidRPr="00A24B1F" w:rsidRDefault="00A24B1F" w:rsidP="00A24B1F">
      <w:pPr>
        <w:rPr>
          <w:rFonts w:ascii="Calibri" w:eastAsia="Times New Roman" w:hAnsi="Calibri" w:cs="Times New Roman"/>
          <w:i/>
        </w:rPr>
      </w:pPr>
      <w:r w:rsidRPr="00A24B1F">
        <w:rPr>
          <w:rFonts w:ascii="Calibri" w:eastAsia="Times New Roman" w:hAnsi="Calibri" w:cs="Times New Roman"/>
          <w:i/>
        </w:rPr>
        <w:lastRenderedPageBreak/>
        <w:t>List A</w:t>
      </w:r>
    </w:p>
    <w:p w14:paraId="32185F01" w14:textId="77777777" w:rsidR="00A24B1F" w:rsidRPr="00A24B1F" w:rsidRDefault="00A24B1F" w:rsidP="00A24B1F">
      <w:pPr>
        <w:pStyle w:val="ListParagraph"/>
        <w:numPr>
          <w:ilvl w:val="0"/>
          <w:numId w:val="3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Toothpick</w:t>
      </w:r>
    </w:p>
    <w:p w14:paraId="6C016FCB" w14:textId="77777777" w:rsidR="00A24B1F" w:rsidRPr="00A24B1F" w:rsidRDefault="00A24B1F" w:rsidP="00A24B1F">
      <w:pPr>
        <w:pStyle w:val="ListParagraph"/>
        <w:numPr>
          <w:ilvl w:val="0"/>
          <w:numId w:val="3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Salt</w:t>
      </w:r>
    </w:p>
    <w:p w14:paraId="0E2AB510" w14:textId="77777777" w:rsidR="00A24B1F" w:rsidRPr="00A24B1F" w:rsidRDefault="00A24B1F" w:rsidP="00A24B1F">
      <w:pPr>
        <w:pStyle w:val="ListParagraph"/>
        <w:numPr>
          <w:ilvl w:val="0"/>
          <w:numId w:val="3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Nail</w:t>
      </w:r>
    </w:p>
    <w:p w14:paraId="1770D319" w14:textId="77777777" w:rsidR="00A24B1F" w:rsidRPr="00A24B1F" w:rsidRDefault="00A24B1F" w:rsidP="00A24B1F">
      <w:pPr>
        <w:pStyle w:val="ListParagraph"/>
        <w:numPr>
          <w:ilvl w:val="0"/>
          <w:numId w:val="3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Paper</w:t>
      </w:r>
    </w:p>
    <w:p w14:paraId="0366DD7A" w14:textId="77777777" w:rsidR="00A24B1F" w:rsidRPr="00A24B1F" w:rsidRDefault="00A24B1F" w:rsidP="00A24B1F">
      <w:pPr>
        <w:rPr>
          <w:rFonts w:ascii="Calibri" w:eastAsia="Times New Roman" w:hAnsi="Calibri" w:cs="Times New Roman"/>
          <w:i/>
        </w:rPr>
      </w:pPr>
      <w:r w:rsidRPr="00A24B1F">
        <w:rPr>
          <w:rFonts w:ascii="Calibri" w:eastAsia="Times New Roman" w:hAnsi="Calibri" w:cs="Times New Roman"/>
          <w:i/>
        </w:rPr>
        <w:lastRenderedPageBreak/>
        <w:t>List B</w:t>
      </w:r>
    </w:p>
    <w:p w14:paraId="1C4B3B95" w14:textId="77777777" w:rsidR="00A24B1F" w:rsidRPr="00A24B1F" w:rsidRDefault="00A24B1F" w:rsidP="00A24B1F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Aluminum foil</w:t>
      </w:r>
    </w:p>
    <w:p w14:paraId="0D3987B1" w14:textId="77777777" w:rsidR="00A24B1F" w:rsidRPr="00A24B1F" w:rsidRDefault="00A24B1F" w:rsidP="00A24B1F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Sugar</w:t>
      </w:r>
    </w:p>
    <w:p w14:paraId="73174C7E" w14:textId="77777777" w:rsidR="00A24B1F" w:rsidRPr="00A24B1F" w:rsidRDefault="00A24B1F" w:rsidP="00A24B1F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Vinegar</w:t>
      </w:r>
    </w:p>
    <w:p w14:paraId="5FDE6AA5" w14:textId="77777777" w:rsidR="00A24B1F" w:rsidRPr="00A24B1F" w:rsidRDefault="00A24B1F" w:rsidP="00A24B1F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Alka-Seltzer tablet</w:t>
      </w:r>
    </w:p>
    <w:p w14:paraId="72AE12EE" w14:textId="77777777" w:rsidR="00A24B1F" w:rsidRPr="00A24B1F" w:rsidRDefault="00A24B1F" w:rsidP="00A24B1F">
      <w:pPr>
        <w:rPr>
          <w:rFonts w:ascii="Calibri" w:eastAsia="Times New Roman" w:hAnsi="Calibri" w:cs="Times New Roman"/>
        </w:rPr>
        <w:sectPr w:rsidR="00A24B1F" w:rsidRPr="00A24B1F" w:rsidSect="00A24B1F">
          <w:type w:val="continuous"/>
          <w:pgSz w:w="12240" w:h="15840"/>
          <w:pgMar w:top="720" w:right="1440" w:bottom="1080" w:left="1440" w:header="720" w:footer="720" w:gutter="0"/>
          <w:cols w:num="2" w:space="720"/>
          <w:docGrid w:linePitch="360"/>
        </w:sectPr>
      </w:pPr>
    </w:p>
    <w:p w14:paraId="1B19303F" w14:textId="77777777" w:rsidR="00A24B1F" w:rsidRPr="00A24B1F" w:rsidRDefault="00A24B1F" w:rsidP="00A24B1F">
      <w:pPr>
        <w:rPr>
          <w:rFonts w:ascii="Calibri" w:eastAsia="Times New Roman" w:hAnsi="Calibri" w:cs="Times New Roman"/>
        </w:rPr>
      </w:pPr>
    </w:p>
    <w:p w14:paraId="305C9710" w14:textId="77777777" w:rsidR="00A24B1F" w:rsidRPr="00A24B1F" w:rsidRDefault="00A24B1F" w:rsidP="00A24B1F">
      <w:pPr>
        <w:rPr>
          <w:rFonts w:ascii="Calibri" w:eastAsia="Times New Roman" w:hAnsi="Calibri" w:cs="Times New Roman"/>
          <w:i/>
        </w:rPr>
      </w:pPr>
      <w:r w:rsidRPr="00A24B1F">
        <w:rPr>
          <w:rFonts w:ascii="Calibri" w:eastAsia="Times New Roman" w:hAnsi="Calibri" w:cs="Times New Roman"/>
          <w:i/>
        </w:rPr>
        <w:t>Equipment Provided</w:t>
      </w:r>
    </w:p>
    <w:p w14:paraId="6B1C00CD" w14:textId="77777777" w:rsidR="00A24B1F" w:rsidRPr="00A24B1F" w:rsidRDefault="00A24B1F" w:rsidP="00A24B1F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  <w:sectPr w:rsidR="00A24B1F" w:rsidRPr="00A24B1F" w:rsidSect="00A24B1F">
          <w:type w:val="continuous"/>
          <w:pgSz w:w="12240" w:h="15840"/>
          <w:pgMar w:top="720" w:right="1440" w:bottom="1080" w:left="1440" w:header="720" w:footer="720" w:gutter="0"/>
          <w:cols w:space="720"/>
          <w:docGrid w:linePitch="360"/>
        </w:sectPr>
      </w:pPr>
    </w:p>
    <w:p w14:paraId="2C5796F5" w14:textId="77777777" w:rsidR="00A24B1F" w:rsidRPr="00A24B1F" w:rsidRDefault="00A24B1F" w:rsidP="00A24B1F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lastRenderedPageBreak/>
        <w:t>Balance</w:t>
      </w:r>
    </w:p>
    <w:p w14:paraId="374710CB" w14:textId="77777777" w:rsidR="00A24B1F" w:rsidRPr="00A24B1F" w:rsidRDefault="00A24B1F" w:rsidP="00A24B1F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Graduated cylinder</w:t>
      </w:r>
    </w:p>
    <w:p w14:paraId="3C5C02C7" w14:textId="77777777" w:rsidR="00A24B1F" w:rsidRPr="00A24B1F" w:rsidRDefault="00A24B1F" w:rsidP="00A24B1F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Beaker</w:t>
      </w:r>
    </w:p>
    <w:p w14:paraId="30E36DA0" w14:textId="77777777" w:rsidR="00A24B1F" w:rsidRPr="00A24B1F" w:rsidRDefault="00A24B1F" w:rsidP="00A24B1F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Matches</w:t>
      </w:r>
    </w:p>
    <w:p w14:paraId="1FF16B18" w14:textId="77777777" w:rsidR="00A24B1F" w:rsidRPr="00A24B1F" w:rsidRDefault="00A24B1F" w:rsidP="00A24B1F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lastRenderedPageBreak/>
        <w:t>Candle</w:t>
      </w:r>
    </w:p>
    <w:p w14:paraId="0BA634A4" w14:textId="77777777" w:rsidR="00A24B1F" w:rsidRPr="00A24B1F" w:rsidRDefault="00A24B1F" w:rsidP="00A24B1F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Thermometer</w:t>
      </w:r>
    </w:p>
    <w:p w14:paraId="023E1E8C" w14:textId="77777777" w:rsidR="00A24B1F" w:rsidRPr="00A24B1F" w:rsidRDefault="00A24B1F" w:rsidP="00A24B1F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Baking soda</w:t>
      </w:r>
    </w:p>
    <w:p w14:paraId="24267F5B" w14:textId="77777777" w:rsidR="00A24B1F" w:rsidRPr="00A24B1F" w:rsidRDefault="00A24B1F" w:rsidP="00A24B1F">
      <w:pPr>
        <w:pStyle w:val="ListParagraph"/>
        <w:numPr>
          <w:ilvl w:val="0"/>
          <w:numId w:val="5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Water</w:t>
      </w:r>
    </w:p>
    <w:p w14:paraId="73F09D20" w14:textId="77777777" w:rsidR="00A24B1F" w:rsidRPr="00A24B1F" w:rsidRDefault="00A24B1F" w:rsidP="00A24B1F">
      <w:pPr>
        <w:rPr>
          <w:rFonts w:ascii="Calibri" w:eastAsia="Times New Roman" w:hAnsi="Calibri" w:cs="Times New Roman"/>
        </w:rPr>
        <w:sectPr w:rsidR="00A24B1F" w:rsidRPr="00A24B1F" w:rsidSect="00A24B1F">
          <w:type w:val="continuous"/>
          <w:pgSz w:w="12240" w:h="15840"/>
          <w:pgMar w:top="720" w:right="1440" w:bottom="1080" w:left="1440" w:header="720" w:footer="720" w:gutter="0"/>
          <w:cols w:num="2" w:space="720"/>
          <w:docGrid w:linePitch="360"/>
        </w:sectPr>
      </w:pPr>
    </w:p>
    <w:p w14:paraId="70C8C803" w14:textId="77777777" w:rsidR="00A24B1F" w:rsidRPr="00A24B1F" w:rsidRDefault="00A24B1F" w:rsidP="00A24B1F">
      <w:pPr>
        <w:rPr>
          <w:rFonts w:ascii="Calibri" w:eastAsia="Times New Roman" w:hAnsi="Calibri" w:cs="Times New Roman"/>
        </w:rPr>
      </w:pPr>
    </w:p>
    <w:p w14:paraId="61AE10CD" w14:textId="77777777" w:rsidR="00A24B1F" w:rsidRPr="00A24B1F" w:rsidRDefault="00A24B1F" w:rsidP="00A24B1F">
      <w:pPr>
        <w:rPr>
          <w:rFonts w:ascii="Calibri" w:eastAsia="Times New Roman" w:hAnsi="Calibri" w:cs="Times New Roman"/>
          <w:b/>
          <w:u w:val="single"/>
        </w:rPr>
      </w:pPr>
      <w:r w:rsidRPr="00A24B1F">
        <w:rPr>
          <w:rFonts w:ascii="Calibri" w:eastAsia="Times New Roman" w:hAnsi="Calibri" w:cs="Times New Roman"/>
          <w:b/>
          <w:u w:val="single"/>
        </w:rPr>
        <w:t>Procedure</w:t>
      </w:r>
    </w:p>
    <w:p w14:paraId="6DC77019" w14:textId="77777777" w:rsidR="00A24B1F" w:rsidRPr="00A24B1F" w:rsidRDefault="00A24B1F" w:rsidP="00A24B1F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Pick 3 samples of matter from each list to study. Use only one item at a time.</w:t>
      </w:r>
    </w:p>
    <w:p w14:paraId="172450F1" w14:textId="77777777" w:rsidR="00A24B1F" w:rsidRPr="00A24B1F" w:rsidRDefault="00A24B1F" w:rsidP="00A24B1F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Determine a procedure to follow during this activity. Your procedure must be approved by Ms. Eggleston.</w:t>
      </w:r>
    </w:p>
    <w:p w14:paraId="6741E9B7" w14:textId="77777777" w:rsidR="00A24B1F" w:rsidRPr="00A24B1F" w:rsidRDefault="00A24B1F" w:rsidP="00A24B1F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If you determine that you need something else to conduct your research, please see Ms. Eggleston. She may or may not be able to supply it.</w:t>
      </w:r>
    </w:p>
    <w:p w14:paraId="66B00C36" w14:textId="77777777" w:rsidR="00A24B1F" w:rsidRPr="00A24B1F" w:rsidRDefault="00A24B1F" w:rsidP="00A24B1F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Create a system to organize your data.</w:t>
      </w:r>
    </w:p>
    <w:p w14:paraId="0AD161B1" w14:textId="77777777" w:rsidR="00A24B1F" w:rsidRPr="00A24B1F" w:rsidRDefault="00A24B1F" w:rsidP="00A24B1F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Carry out your procedure and record your results.</w:t>
      </w:r>
    </w:p>
    <w:p w14:paraId="1D9D7043" w14:textId="77777777" w:rsidR="00A24B1F" w:rsidRPr="00A24B1F" w:rsidRDefault="00A24B1F" w:rsidP="00A24B1F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</w:rPr>
      </w:pPr>
      <w:r w:rsidRPr="00A24B1F">
        <w:rPr>
          <w:rFonts w:ascii="Calibri" w:eastAsia="Times New Roman" w:hAnsi="Calibri" w:cs="Times New Roman"/>
        </w:rPr>
        <w:t>NO TASTING!</w:t>
      </w:r>
    </w:p>
    <w:p w14:paraId="3BE86D37" w14:textId="77777777" w:rsidR="00A24B1F" w:rsidRPr="00A24B1F" w:rsidRDefault="00A24B1F" w:rsidP="00A24B1F">
      <w:pPr>
        <w:rPr>
          <w:rFonts w:ascii="Calibri" w:eastAsia="Times New Roman" w:hAnsi="Calibri" w:cs="Times New Roman"/>
        </w:rPr>
      </w:pPr>
    </w:p>
    <w:p w14:paraId="5EB2BDA1" w14:textId="77777777" w:rsidR="00A24B1F" w:rsidRPr="00A24B1F" w:rsidRDefault="00A24B1F">
      <w:pPr>
        <w:rPr>
          <w:b/>
          <w:u w:val="single"/>
        </w:rPr>
      </w:pPr>
    </w:p>
    <w:p w14:paraId="0A21C3DA" w14:textId="77777777" w:rsidR="00A24B1F" w:rsidRPr="00A24B1F" w:rsidRDefault="00A24B1F">
      <w:pPr>
        <w:rPr>
          <w:b/>
          <w:u w:val="single"/>
        </w:rPr>
      </w:pPr>
      <w:r w:rsidRPr="00A24B1F">
        <w:rPr>
          <w:b/>
          <w:u w:val="single"/>
        </w:rPr>
        <w:t>Post-Lab Assessment</w:t>
      </w:r>
    </w:p>
    <w:p w14:paraId="4C63270F" w14:textId="1205BF1D" w:rsidR="00A24B1F" w:rsidRPr="00A24B1F" w:rsidRDefault="00A24B1F">
      <w:r w:rsidRPr="00A24B1F">
        <w:t xml:space="preserve">Write a </w:t>
      </w:r>
      <w:r w:rsidR="005136CA">
        <w:t>~</w:t>
      </w:r>
      <w:r w:rsidR="00FB74E4">
        <w:t xml:space="preserve">1-page </w:t>
      </w:r>
      <w:r w:rsidRPr="00A24B1F">
        <w:t>reflection that includes the following information</w:t>
      </w:r>
      <w:r w:rsidR="0036082A">
        <w:t>:</w:t>
      </w:r>
    </w:p>
    <w:p w14:paraId="12DE5261" w14:textId="77777777" w:rsidR="00A24B1F" w:rsidRPr="00A24B1F" w:rsidRDefault="00A24B1F" w:rsidP="00A24B1F">
      <w:pPr>
        <w:pStyle w:val="ListParagraph"/>
        <w:numPr>
          <w:ilvl w:val="0"/>
          <w:numId w:val="6"/>
        </w:numPr>
      </w:pPr>
      <w:r w:rsidRPr="00A24B1F">
        <w:t>Purpose of the lab</w:t>
      </w:r>
    </w:p>
    <w:p w14:paraId="760B043D" w14:textId="77777777" w:rsidR="00A24B1F" w:rsidRPr="00A24B1F" w:rsidRDefault="00A24B1F" w:rsidP="00A24B1F">
      <w:pPr>
        <w:pStyle w:val="ListParagraph"/>
        <w:numPr>
          <w:ilvl w:val="0"/>
          <w:numId w:val="6"/>
        </w:numPr>
      </w:pPr>
      <w:r w:rsidRPr="00A24B1F">
        <w:t>Your materials and procedure (can be in bullet point/numbered list)</w:t>
      </w:r>
    </w:p>
    <w:p w14:paraId="1FAE906C" w14:textId="77777777" w:rsidR="00A24B1F" w:rsidRPr="00A24B1F" w:rsidRDefault="00A24B1F" w:rsidP="00A24B1F">
      <w:pPr>
        <w:pStyle w:val="ListParagraph"/>
        <w:numPr>
          <w:ilvl w:val="0"/>
          <w:numId w:val="6"/>
        </w:numPr>
      </w:pPr>
      <w:r w:rsidRPr="00A24B1F">
        <w:t>Data table</w:t>
      </w:r>
    </w:p>
    <w:p w14:paraId="06E7473F" w14:textId="77777777" w:rsidR="00A24B1F" w:rsidRPr="00A24B1F" w:rsidRDefault="00A24B1F" w:rsidP="00A24B1F">
      <w:pPr>
        <w:pStyle w:val="ListParagraph"/>
        <w:numPr>
          <w:ilvl w:val="0"/>
          <w:numId w:val="6"/>
        </w:numPr>
      </w:pPr>
      <w:r w:rsidRPr="00A24B1F">
        <w:t xml:space="preserve">Which physical properties did you observe/measure, and how did you do that? Reference your data in this section. </w:t>
      </w:r>
    </w:p>
    <w:p w14:paraId="71A4DE5A" w14:textId="77777777" w:rsidR="00A24B1F" w:rsidRPr="00A24B1F" w:rsidRDefault="00A24B1F" w:rsidP="00A24B1F">
      <w:pPr>
        <w:pStyle w:val="ListParagraph"/>
        <w:numPr>
          <w:ilvl w:val="0"/>
          <w:numId w:val="6"/>
        </w:numPr>
      </w:pPr>
      <w:r w:rsidRPr="00A24B1F">
        <w:t>Which chemical properties did you observe/measure, and how did you do that? Reference your data in this section.</w:t>
      </w:r>
    </w:p>
    <w:p w14:paraId="5CF311D0" w14:textId="77777777" w:rsidR="00A24B1F" w:rsidRPr="00A24B1F" w:rsidRDefault="00A24B1F" w:rsidP="00A24B1F">
      <w:pPr>
        <w:pStyle w:val="ListParagraph"/>
        <w:numPr>
          <w:ilvl w:val="0"/>
          <w:numId w:val="6"/>
        </w:numPr>
      </w:pPr>
      <w:r w:rsidRPr="00A24B1F">
        <w:t>What further tests would you do with more time, equipment, and chemicals?</w:t>
      </w:r>
      <w:bookmarkStart w:id="0" w:name="_GoBack"/>
      <w:bookmarkEnd w:id="0"/>
    </w:p>
    <w:sectPr w:rsidR="00A24B1F" w:rsidRPr="00A24B1F" w:rsidSect="00A24B1F">
      <w:type w:val="continuous"/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A3918"/>
    <w:multiLevelType w:val="hybridMultilevel"/>
    <w:tmpl w:val="168AF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4209"/>
    <w:multiLevelType w:val="hybridMultilevel"/>
    <w:tmpl w:val="349A8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714D9"/>
    <w:multiLevelType w:val="hybridMultilevel"/>
    <w:tmpl w:val="FAB6A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375B1A"/>
    <w:multiLevelType w:val="hybridMultilevel"/>
    <w:tmpl w:val="604A7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E6301D"/>
    <w:multiLevelType w:val="hybridMultilevel"/>
    <w:tmpl w:val="1B362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3A7ED7"/>
    <w:multiLevelType w:val="hybridMultilevel"/>
    <w:tmpl w:val="95EE4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B1F"/>
    <w:rsid w:val="00027BA1"/>
    <w:rsid w:val="00077B74"/>
    <w:rsid w:val="00302193"/>
    <w:rsid w:val="00315846"/>
    <w:rsid w:val="0036082A"/>
    <w:rsid w:val="003914E3"/>
    <w:rsid w:val="005136CA"/>
    <w:rsid w:val="008D248E"/>
    <w:rsid w:val="00A24B1F"/>
    <w:rsid w:val="00B21C4F"/>
    <w:rsid w:val="00B368A6"/>
    <w:rsid w:val="00B7196B"/>
    <w:rsid w:val="00FB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4494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Doc.dotx</Template>
  <TotalTime>1</TotalTime>
  <Pages>1</Pages>
  <Words>207</Words>
  <Characters>1182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dcterms:created xsi:type="dcterms:W3CDTF">2017-08-30T23:53:00Z</dcterms:created>
  <dcterms:modified xsi:type="dcterms:W3CDTF">2017-08-30T23:53:00Z</dcterms:modified>
</cp:coreProperties>
</file>